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5C8C7A8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6D4352">
        <w:rPr>
          <w:caps/>
          <w:sz w:val="40"/>
        </w:rPr>
        <w:t>3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3A0CF083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B654F3">
        <w:rPr>
          <w:caps/>
          <w:sz w:val="40"/>
        </w:rPr>
        <w:t>3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9635A2">
        <w:rPr>
          <w:caps/>
          <w:sz w:val="40"/>
        </w:rPr>
        <w:t xml:space="preserve">cívečnice na odvíjení </w:t>
      </w:r>
      <w:r w:rsidR="00B654F3">
        <w:rPr>
          <w:caps/>
          <w:sz w:val="40"/>
        </w:rPr>
        <w:t>hotových cívek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09E82D7A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9635A2">
        <w:rPr>
          <w:rFonts w:asciiTheme="majorHAnsi" w:hAnsiTheme="majorHAnsi" w:cstheme="majorBidi"/>
          <w:b/>
          <w:bCs/>
        </w:rPr>
        <w:t>0</w:t>
      </w:r>
      <w:r w:rsidR="007D04B7">
        <w:rPr>
          <w:rFonts w:asciiTheme="majorHAnsi" w:hAnsiTheme="majorHAnsi" w:cstheme="majorBidi"/>
          <w:b/>
          <w:bCs/>
        </w:rPr>
        <w:t>3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9635A2">
        <w:rPr>
          <w:rFonts w:asciiTheme="majorHAnsi" w:hAnsiTheme="majorHAnsi" w:cstheme="majorBidi"/>
          <w:b/>
          <w:bCs/>
        </w:rPr>
        <w:t xml:space="preserve">Cívečnice na odvíjení </w:t>
      </w:r>
      <w:r w:rsidR="007D04B7">
        <w:rPr>
          <w:rFonts w:asciiTheme="majorHAnsi" w:hAnsiTheme="majorHAnsi" w:cstheme="majorBidi"/>
          <w:b/>
          <w:bCs/>
        </w:rPr>
        <w:t>hotových</w:t>
      </w:r>
      <w:r w:rsidR="009635A2">
        <w:rPr>
          <w:rFonts w:asciiTheme="majorHAnsi" w:hAnsiTheme="majorHAnsi" w:cstheme="majorBidi"/>
          <w:b/>
          <w:bCs/>
        </w:rPr>
        <w:t xml:space="preserve"> cívek</w:t>
      </w:r>
      <w:r w:rsidR="006D4352">
        <w:rPr>
          <w:rFonts w:asciiTheme="majorHAnsi" w:hAnsiTheme="majorHAnsi" w:cstheme="majorBidi"/>
          <w:b/>
          <w:bCs/>
        </w:rPr>
        <w:t xml:space="preserve"> – 8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2559F7B0" w:rsidR="00494E93" w:rsidRPr="007F10B7" w:rsidRDefault="007F10B7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7F10B7">
        <w:rPr>
          <w:rFonts w:asciiTheme="majorHAnsi" w:hAnsiTheme="majorHAnsi" w:cstheme="majorBidi"/>
          <w:b/>
          <w:bCs/>
          <w:u w:val="single"/>
        </w:rPr>
        <w:t>Cívečnice na odvíjení hotových cívek – 8 ks: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B57B6FC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pozic na cívky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F85961A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65012978"/>
              <w:placeholder>
                <w:docPart w:val="651038D8F4BB4A2EA01FA32A84E1E4E7"/>
              </w:placeholder>
            </w:sdtPr>
            <w:sdtEndPr/>
            <w:sdtContent>
              <w:p w14:paraId="5AA25420" w14:textId="2F67801D" w:rsidR="00494E93" w:rsidRPr="00C16997" w:rsidRDefault="00D0777C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717FB" w:rsidRPr="00C16997" w14:paraId="56C9EE38" w14:textId="77777777" w:rsidTr="002A086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6ECE3" w14:textId="77777777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Minimální odvíjecí rychlost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A90A4" w14:textId="77777777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1 m/min</w:t>
            </w:r>
          </w:p>
        </w:tc>
        <w:sdt>
          <w:sdtPr>
            <w:rPr>
              <w:rFonts w:asciiTheme="majorHAnsi" w:hAnsiTheme="majorHAnsi" w:cstheme="majorHAnsi"/>
            </w:rPr>
            <w:id w:val="729120340"/>
            <w:placeholder>
              <w:docPart w:val="570D90402CD84E088D858EB9A0B98A0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5BA4B2" w14:textId="0E833105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6EFDDA3E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2AAE3" w14:textId="13B5F640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Maximální odvíjecí rychlost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27753" w14:textId="28A419B1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20 m/min</w:t>
            </w:r>
          </w:p>
        </w:tc>
        <w:sdt>
          <w:sdtPr>
            <w:rPr>
              <w:rFonts w:asciiTheme="majorHAnsi" w:hAnsiTheme="majorHAnsi" w:cstheme="majorHAnsi"/>
            </w:rPr>
            <w:id w:val="1258019078"/>
            <w:placeholder>
              <w:docPart w:val="D074856CEF024456B2BE489A6D6929C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785FBE" w14:textId="0990E92E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2903D6F9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9B711" w14:textId="4B7FBF27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Odvíjený materiál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0CC7C" w14:textId="0C272483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Karbonový filament s epoxydovou pryskyřicí nelepivý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03946200"/>
              <w:placeholder>
                <w:docPart w:val="51F0999828D74D4CB430FEF53823149F"/>
              </w:placeholder>
            </w:sdtPr>
            <w:sdtEndPr/>
            <w:sdtContent>
              <w:p w14:paraId="12718B90" w14:textId="6CB81265" w:rsidR="004717FB" w:rsidRDefault="00D0777C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717FB" w:rsidRPr="00C16997" w14:paraId="1921165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EDBBB" w14:textId="5E9EDE20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Délková hmotnost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04C9A" w14:textId="29FADB29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 35000 den</w:t>
            </w:r>
          </w:p>
        </w:tc>
        <w:sdt>
          <w:sdtPr>
            <w:rPr>
              <w:rFonts w:asciiTheme="majorHAnsi" w:hAnsiTheme="majorHAnsi" w:cstheme="majorHAnsi"/>
            </w:rPr>
            <w:id w:val="-293601770"/>
            <w:placeholder>
              <w:docPart w:val="D9B0173244EA44F49CFC2C3E2DCCA19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E7AE92" w14:textId="781F3D41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3164EDC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BC323" w14:textId="4A481B0D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Navíjecí dutinka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A0D86" w14:textId="2E820354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Papírová válcová, délka ±290 mm, vnitřní průměr ±76 mm</w:t>
            </w:r>
          </w:p>
        </w:tc>
        <w:sdt>
          <w:sdtPr>
            <w:rPr>
              <w:rFonts w:asciiTheme="majorHAnsi" w:hAnsiTheme="majorHAnsi" w:cstheme="majorHAnsi"/>
            </w:rPr>
            <w:id w:val="1957833201"/>
            <w:placeholder>
              <w:docPart w:val="DF816C1E2B7341449517BD00E30022B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65B887" w14:textId="2079E1DE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49A448C1" w14:textId="77777777" w:rsidTr="004717FB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219B1" w14:textId="6BD74E19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Výsledná cívka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53B55" w14:textId="598FE5AA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Válcová s rovnými hranami</w:t>
            </w:r>
          </w:p>
          <w:p w14:paraId="62C9EED5" w14:textId="79935D98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průměr min</w:t>
            </w:r>
            <w:r w:rsidR="00BC1083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250 mm</w:t>
            </w:r>
          </w:p>
          <w:p w14:paraId="2F206029" w14:textId="3BC2EBA8" w:rsidR="004717FB" w:rsidRDefault="004717FB" w:rsidP="004717F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hmotnost min. 13 kg</w:t>
            </w:r>
          </w:p>
        </w:tc>
        <w:sdt>
          <w:sdtPr>
            <w:rPr>
              <w:rFonts w:asciiTheme="majorHAnsi" w:hAnsiTheme="majorHAnsi" w:cstheme="majorHAnsi"/>
            </w:rPr>
            <w:id w:val="-379558603"/>
            <w:placeholder>
              <w:docPart w:val="F16E6926ED8D48B1A48E9D1EA1BFF37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815DBF7" w14:textId="7CCBC7B1" w:rsidR="004717FB" w:rsidRDefault="004717FB" w:rsidP="004717F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430BC216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Řízení odvíjení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42C18409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Elektronické řízení pro každou cívku samostatně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87764181"/>
              <w:placeholder>
                <w:docPart w:val="AFE5F1DCF52342E38B1FE0298286EB69"/>
              </w:placeholder>
            </w:sdtPr>
            <w:sdtEndPr/>
            <w:sdtContent>
              <w:p w14:paraId="7DA572D0" w14:textId="4F96D9EA" w:rsidR="00F15DD5" w:rsidRPr="00C16997" w:rsidRDefault="00D0777C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15DD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3E128CEC" w:rsidR="00F15DD5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nastavení odvíjecího napětí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4F2981EF" w:rsidR="00F15DD5" w:rsidRDefault="007D04B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150</w:t>
            </w:r>
            <w:r w:rsidR="002E6FF5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>1350</w:t>
            </w:r>
            <w:r w:rsidR="002E6FF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2E6FF5">
              <w:rPr>
                <w:rFonts w:asciiTheme="majorHAnsi" w:hAnsiTheme="majorHAnsi" w:cstheme="majorHAnsi"/>
              </w:rPr>
              <w:t>cN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871997242"/>
            <w:placeholder>
              <w:docPart w:val="7676CA0B48DE4750A8B99916BD914E5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77456723" w:rsidR="00F15DD5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3A5DBA" w:rsidRPr="00C16997" w14:paraId="76DA7805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6A965CA1" w:rsidR="003A5DB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Nastavení napětí</w:t>
            </w:r>
            <w:r w:rsidR="003A5DBA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0A9049A6" w:rsidR="003A5DB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 jednoho místa elektronicky pro každou cívku samostatně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217664638"/>
              <w:placeholder>
                <w:docPart w:val="3B99BDA3AC7B4BA990A216559CE02AE4"/>
              </w:placeholder>
            </w:sdtPr>
            <w:sdtEndPr/>
            <w:sdtContent>
              <w:p w14:paraId="083F1377" w14:textId="70D7DD1C" w:rsidR="003A5DBA" w:rsidRDefault="00603E07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94696A" w:rsidRPr="00C16997" w14:paraId="57A4A52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1457BBB0" w:rsidR="0094696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Povrchová úprava prvků pro vedení filamentu</w:t>
            </w:r>
            <w:r w:rsidR="0094696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(vodicí tyče a rolny)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58BEE308" w:rsidR="0094696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TOPOCROM nebo ekvivalentní</w:t>
            </w:r>
            <w:r w:rsidR="00AB7556">
              <w:rPr>
                <w:rFonts w:asciiTheme="majorHAnsi" w:hAnsiTheme="majorHAnsi" w:cstheme="majorHAnsi"/>
              </w:rPr>
              <w:t xml:space="preserve"> (nepřilnavý pro nános)</w:t>
            </w:r>
          </w:p>
        </w:tc>
        <w:sdt>
          <w:sdtPr>
            <w:rPr>
              <w:rFonts w:asciiTheme="majorHAnsi" w:hAnsiTheme="majorHAnsi" w:cstheme="majorHAnsi"/>
            </w:rPr>
            <w:id w:val="1651169379"/>
            <w:placeholder>
              <w:docPart w:val="55FB9DFDE5334A5D9DF0720BCD7D9E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33287A" w14:textId="61ABE39D" w:rsidR="0094696A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717FB" w:rsidRPr="00C16997" w14:paraId="27C89B81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D61301" w14:textId="7CF1BA65" w:rsidR="004717FB" w:rsidRDefault="004717F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Prohlášení o shodě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408EB" w14:textId="74322DBC" w:rsidR="004717FB" w:rsidRDefault="004717F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EF9A136AA0134C07AF0B79F4892B9922"/>
              </w:placeholder>
            </w:sdtPr>
            <w:sdtEndPr/>
            <w:sdtContent>
              <w:p w14:paraId="33F70D5E" w14:textId="1DA7868A" w:rsidR="004717FB" w:rsidRDefault="00603E07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9F65E9E" w14:textId="77777777" w:rsidR="0003242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072074FB" w14:textId="77777777" w:rsidR="00144A54" w:rsidRDefault="00144A54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0CE55AA8" w14:textId="77777777" w:rsidR="00144A54" w:rsidRDefault="00144A54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34180652" w14:textId="77777777" w:rsidR="00144A54" w:rsidRPr="00C16997" w:rsidRDefault="00144A54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1276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5EE02C10" w:rsidR="00B05F5F" w:rsidRPr="008D2031" w:rsidRDefault="009635A2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8D2031">
              <w:rPr>
                <w:rFonts w:asciiTheme="majorHAnsi" w:hAnsiTheme="majorHAnsi" w:cstheme="majorHAnsi"/>
                <w:b/>
                <w:bCs/>
              </w:rPr>
              <w:t xml:space="preserve">Cívečnice na odvíjení </w:t>
            </w:r>
            <w:r w:rsidR="00422AAC" w:rsidRPr="008D2031">
              <w:rPr>
                <w:rFonts w:asciiTheme="majorHAnsi" w:hAnsiTheme="majorHAnsi" w:cstheme="majorHAnsi"/>
                <w:b/>
                <w:bCs/>
              </w:rPr>
              <w:t>hotových</w:t>
            </w:r>
            <w:r w:rsidRPr="008D2031">
              <w:rPr>
                <w:rFonts w:asciiTheme="majorHAnsi" w:hAnsiTheme="majorHAnsi" w:cstheme="majorHAnsi"/>
                <w:b/>
                <w:bCs/>
              </w:rPr>
              <w:t xml:space="preserve"> cívek</w:t>
            </w:r>
            <w:r w:rsidR="00144A54" w:rsidRPr="008D2031">
              <w:rPr>
                <w:rFonts w:asciiTheme="majorHAnsi" w:hAnsiTheme="majorHAnsi" w:cstheme="majorHAnsi"/>
                <w:b/>
                <w:bCs/>
              </w:rPr>
              <w:t xml:space="preserve"> – 8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34C3B987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D84B0C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8A06B" w14:textId="77777777" w:rsidR="00A068C0" w:rsidRDefault="00A068C0" w:rsidP="002C4725">
      <w:pPr>
        <w:spacing w:after="0" w:line="240" w:lineRule="auto"/>
      </w:pPr>
      <w:r>
        <w:separator/>
      </w:r>
    </w:p>
  </w:endnote>
  <w:endnote w:type="continuationSeparator" w:id="0">
    <w:p w14:paraId="12D42F14" w14:textId="77777777" w:rsidR="00A068C0" w:rsidRDefault="00A068C0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F31E2" w14:textId="77777777" w:rsidR="00A068C0" w:rsidRDefault="00A068C0" w:rsidP="002C4725">
      <w:pPr>
        <w:spacing w:after="0" w:line="240" w:lineRule="auto"/>
      </w:pPr>
      <w:r>
        <w:separator/>
      </w:r>
    </w:p>
  </w:footnote>
  <w:footnote w:type="continuationSeparator" w:id="0">
    <w:p w14:paraId="39B0A1FD" w14:textId="77777777" w:rsidR="00A068C0" w:rsidRDefault="00A068C0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Mf4NVD07jNN+A6hL1x6Xa75GMI2u+5rPXqsIqO8C8/sk/N3/m6ALUWuJoHByhxg/f8Sjpf4/bmwfN61kkYICAA==" w:salt="S2y+98/BfgRgcdf2vWNBX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5F60"/>
    <w:rsid w:val="00016769"/>
    <w:rsid w:val="00032427"/>
    <w:rsid w:val="00037BE2"/>
    <w:rsid w:val="000502B4"/>
    <w:rsid w:val="000678DB"/>
    <w:rsid w:val="00072135"/>
    <w:rsid w:val="00082C5A"/>
    <w:rsid w:val="000A3A57"/>
    <w:rsid w:val="000B42C0"/>
    <w:rsid w:val="000D388A"/>
    <w:rsid w:val="000D3E20"/>
    <w:rsid w:val="00130843"/>
    <w:rsid w:val="00134E0A"/>
    <w:rsid w:val="00144A54"/>
    <w:rsid w:val="00181002"/>
    <w:rsid w:val="0018712C"/>
    <w:rsid w:val="001950E8"/>
    <w:rsid w:val="00195D10"/>
    <w:rsid w:val="001A3941"/>
    <w:rsid w:val="001B7CEE"/>
    <w:rsid w:val="001D4142"/>
    <w:rsid w:val="00216252"/>
    <w:rsid w:val="0022176A"/>
    <w:rsid w:val="002264EC"/>
    <w:rsid w:val="00244728"/>
    <w:rsid w:val="00253F47"/>
    <w:rsid w:val="00265379"/>
    <w:rsid w:val="00267824"/>
    <w:rsid w:val="00271E1F"/>
    <w:rsid w:val="00273B04"/>
    <w:rsid w:val="002846DA"/>
    <w:rsid w:val="002C4725"/>
    <w:rsid w:val="002D727F"/>
    <w:rsid w:val="002E6FF5"/>
    <w:rsid w:val="002F1AF3"/>
    <w:rsid w:val="002F311B"/>
    <w:rsid w:val="002F5577"/>
    <w:rsid w:val="002F739C"/>
    <w:rsid w:val="003006F3"/>
    <w:rsid w:val="003036B8"/>
    <w:rsid w:val="0030791E"/>
    <w:rsid w:val="003145E3"/>
    <w:rsid w:val="00316023"/>
    <w:rsid w:val="00341704"/>
    <w:rsid w:val="00347066"/>
    <w:rsid w:val="00351A75"/>
    <w:rsid w:val="00360120"/>
    <w:rsid w:val="003823F4"/>
    <w:rsid w:val="00393720"/>
    <w:rsid w:val="003A5DBA"/>
    <w:rsid w:val="003B2BA2"/>
    <w:rsid w:val="003D2088"/>
    <w:rsid w:val="003D6DD0"/>
    <w:rsid w:val="003D7EE6"/>
    <w:rsid w:val="003F0F2F"/>
    <w:rsid w:val="003F121F"/>
    <w:rsid w:val="003F660A"/>
    <w:rsid w:val="00402441"/>
    <w:rsid w:val="00422AAC"/>
    <w:rsid w:val="004269B2"/>
    <w:rsid w:val="00427539"/>
    <w:rsid w:val="004524C6"/>
    <w:rsid w:val="00463DEF"/>
    <w:rsid w:val="00466C22"/>
    <w:rsid w:val="004717FB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504B79"/>
    <w:rsid w:val="00537C09"/>
    <w:rsid w:val="0055358D"/>
    <w:rsid w:val="005A375F"/>
    <w:rsid w:val="005D53C2"/>
    <w:rsid w:val="005D66AA"/>
    <w:rsid w:val="005E7CEE"/>
    <w:rsid w:val="005F350C"/>
    <w:rsid w:val="005F5F8E"/>
    <w:rsid w:val="00603E07"/>
    <w:rsid w:val="00632639"/>
    <w:rsid w:val="0063433E"/>
    <w:rsid w:val="006365AF"/>
    <w:rsid w:val="006432B7"/>
    <w:rsid w:val="006610D3"/>
    <w:rsid w:val="00694C0A"/>
    <w:rsid w:val="006A51E9"/>
    <w:rsid w:val="006C1405"/>
    <w:rsid w:val="006C1A57"/>
    <w:rsid w:val="006C64E7"/>
    <w:rsid w:val="006C77CF"/>
    <w:rsid w:val="006D4352"/>
    <w:rsid w:val="0071161E"/>
    <w:rsid w:val="00716AFF"/>
    <w:rsid w:val="00722CDE"/>
    <w:rsid w:val="007244DA"/>
    <w:rsid w:val="00741F8C"/>
    <w:rsid w:val="007442A1"/>
    <w:rsid w:val="00763788"/>
    <w:rsid w:val="00775992"/>
    <w:rsid w:val="00785EBF"/>
    <w:rsid w:val="007913D3"/>
    <w:rsid w:val="00794A6B"/>
    <w:rsid w:val="007D04B7"/>
    <w:rsid w:val="007E078A"/>
    <w:rsid w:val="007E5031"/>
    <w:rsid w:val="007F10B7"/>
    <w:rsid w:val="007F73AC"/>
    <w:rsid w:val="00812B87"/>
    <w:rsid w:val="008136D5"/>
    <w:rsid w:val="008138E5"/>
    <w:rsid w:val="00827468"/>
    <w:rsid w:val="008309D1"/>
    <w:rsid w:val="008318C2"/>
    <w:rsid w:val="0083788E"/>
    <w:rsid w:val="008673D8"/>
    <w:rsid w:val="00882D0C"/>
    <w:rsid w:val="008872D2"/>
    <w:rsid w:val="00891F17"/>
    <w:rsid w:val="00894371"/>
    <w:rsid w:val="008C45B9"/>
    <w:rsid w:val="008C70A2"/>
    <w:rsid w:val="008D2031"/>
    <w:rsid w:val="008D7A1D"/>
    <w:rsid w:val="008E6429"/>
    <w:rsid w:val="008F3E3E"/>
    <w:rsid w:val="008F4095"/>
    <w:rsid w:val="00914140"/>
    <w:rsid w:val="00917068"/>
    <w:rsid w:val="00921E65"/>
    <w:rsid w:val="0094696A"/>
    <w:rsid w:val="009635A2"/>
    <w:rsid w:val="0099359B"/>
    <w:rsid w:val="00993A33"/>
    <w:rsid w:val="009974C4"/>
    <w:rsid w:val="009A5C04"/>
    <w:rsid w:val="009B67B4"/>
    <w:rsid w:val="009B73E4"/>
    <w:rsid w:val="009B7883"/>
    <w:rsid w:val="009C06C5"/>
    <w:rsid w:val="009D6EBD"/>
    <w:rsid w:val="009E29B1"/>
    <w:rsid w:val="009E7E68"/>
    <w:rsid w:val="009F0801"/>
    <w:rsid w:val="00A068C0"/>
    <w:rsid w:val="00A37772"/>
    <w:rsid w:val="00A67A23"/>
    <w:rsid w:val="00AA0491"/>
    <w:rsid w:val="00AA3A4F"/>
    <w:rsid w:val="00AA7613"/>
    <w:rsid w:val="00AB7556"/>
    <w:rsid w:val="00AC4E5A"/>
    <w:rsid w:val="00AE3343"/>
    <w:rsid w:val="00AE6152"/>
    <w:rsid w:val="00AF25BE"/>
    <w:rsid w:val="00AF4030"/>
    <w:rsid w:val="00AF4FAD"/>
    <w:rsid w:val="00B01A69"/>
    <w:rsid w:val="00B05F5F"/>
    <w:rsid w:val="00B067DF"/>
    <w:rsid w:val="00B12FD5"/>
    <w:rsid w:val="00B2626D"/>
    <w:rsid w:val="00B46FBE"/>
    <w:rsid w:val="00B527F4"/>
    <w:rsid w:val="00B55DCE"/>
    <w:rsid w:val="00B56A03"/>
    <w:rsid w:val="00B654F3"/>
    <w:rsid w:val="00B72DD8"/>
    <w:rsid w:val="00BA141F"/>
    <w:rsid w:val="00BC005C"/>
    <w:rsid w:val="00BC1083"/>
    <w:rsid w:val="00BC1BE2"/>
    <w:rsid w:val="00BF318F"/>
    <w:rsid w:val="00BF4D9C"/>
    <w:rsid w:val="00BF71BE"/>
    <w:rsid w:val="00C002D7"/>
    <w:rsid w:val="00C01C47"/>
    <w:rsid w:val="00C11E00"/>
    <w:rsid w:val="00C16997"/>
    <w:rsid w:val="00C23834"/>
    <w:rsid w:val="00C26691"/>
    <w:rsid w:val="00C64317"/>
    <w:rsid w:val="00C70411"/>
    <w:rsid w:val="00C72A8D"/>
    <w:rsid w:val="00C76BAC"/>
    <w:rsid w:val="00CB2191"/>
    <w:rsid w:val="00CC42DF"/>
    <w:rsid w:val="00CD1ADC"/>
    <w:rsid w:val="00CD39FA"/>
    <w:rsid w:val="00CE111F"/>
    <w:rsid w:val="00CE184D"/>
    <w:rsid w:val="00CE5CDF"/>
    <w:rsid w:val="00D0777C"/>
    <w:rsid w:val="00D22DCA"/>
    <w:rsid w:val="00D3716D"/>
    <w:rsid w:val="00D40675"/>
    <w:rsid w:val="00D41F6D"/>
    <w:rsid w:val="00D5314B"/>
    <w:rsid w:val="00D845DA"/>
    <w:rsid w:val="00D84B0C"/>
    <w:rsid w:val="00D946F7"/>
    <w:rsid w:val="00DA2467"/>
    <w:rsid w:val="00DB4981"/>
    <w:rsid w:val="00DC540C"/>
    <w:rsid w:val="00DD01E9"/>
    <w:rsid w:val="00E00962"/>
    <w:rsid w:val="00E0304F"/>
    <w:rsid w:val="00E046B0"/>
    <w:rsid w:val="00E254C4"/>
    <w:rsid w:val="00E474FC"/>
    <w:rsid w:val="00E53C2E"/>
    <w:rsid w:val="00E54BD7"/>
    <w:rsid w:val="00E65E02"/>
    <w:rsid w:val="00E9273D"/>
    <w:rsid w:val="00E94454"/>
    <w:rsid w:val="00E97905"/>
    <w:rsid w:val="00EA06C0"/>
    <w:rsid w:val="00EA69AD"/>
    <w:rsid w:val="00EC6D81"/>
    <w:rsid w:val="00EE2E83"/>
    <w:rsid w:val="00EE4A57"/>
    <w:rsid w:val="00EF2A2A"/>
    <w:rsid w:val="00F038FF"/>
    <w:rsid w:val="00F118E1"/>
    <w:rsid w:val="00F13430"/>
    <w:rsid w:val="00F158EF"/>
    <w:rsid w:val="00F15DD5"/>
    <w:rsid w:val="00F228FB"/>
    <w:rsid w:val="00F6706F"/>
    <w:rsid w:val="00F72D7A"/>
    <w:rsid w:val="00F75490"/>
    <w:rsid w:val="00F76B2F"/>
    <w:rsid w:val="00F84153"/>
    <w:rsid w:val="00FC250D"/>
    <w:rsid w:val="00FC4111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FB9DFDE5334A5D9DF0720BCD7D9E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38BB8-1CFE-4097-9576-ED5A2C59A244}"/>
      </w:docPartPr>
      <w:docPartBody>
        <w:p w:rsidR="00F424FF" w:rsidRDefault="008E2461" w:rsidP="008E2461">
          <w:pPr>
            <w:pStyle w:val="55FB9DFDE5334A5D9DF0720BCD7D9E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76CA0B48DE4750A8B99916BD914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6366C-100F-4FB5-B2C9-5B93718984F0}"/>
      </w:docPartPr>
      <w:docPartBody>
        <w:p w:rsidR="00F424FF" w:rsidRDefault="008E2461" w:rsidP="008E2461">
          <w:pPr>
            <w:pStyle w:val="7676CA0B48DE4750A8B99916BD914E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0D90402CD84E088D858EB9A0B98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29DD3-8DF2-424D-8924-1BD83B148642}"/>
      </w:docPartPr>
      <w:docPartBody>
        <w:p w:rsidR="00A00DE0" w:rsidRDefault="00A00DE0" w:rsidP="00A00DE0">
          <w:pPr>
            <w:pStyle w:val="570D90402CD84E088D858EB9A0B98A0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074856CEF024456B2BE489A6D6929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269AA-05D9-4C78-AFC5-9C5CBA734497}"/>
      </w:docPartPr>
      <w:docPartBody>
        <w:p w:rsidR="00A00DE0" w:rsidRDefault="00A00DE0" w:rsidP="00A00DE0">
          <w:pPr>
            <w:pStyle w:val="D074856CEF024456B2BE489A6D6929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B0173244EA44F49CFC2C3E2DCCA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D79BF-90D3-4B1E-A694-F8FD6621FF0D}"/>
      </w:docPartPr>
      <w:docPartBody>
        <w:p w:rsidR="00A00DE0" w:rsidRDefault="00A00DE0" w:rsidP="00A00DE0">
          <w:pPr>
            <w:pStyle w:val="D9B0173244EA44F49CFC2C3E2DCCA1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F816C1E2B7341449517BD00E30022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C37DAD-6F28-4ED4-A662-FFFA11FD1169}"/>
      </w:docPartPr>
      <w:docPartBody>
        <w:p w:rsidR="00A00DE0" w:rsidRDefault="00A00DE0" w:rsidP="00A00DE0">
          <w:pPr>
            <w:pStyle w:val="DF816C1E2B7341449517BD00E30022B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6E6926ED8D48B1A48E9D1EA1BFF3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C4514-AF12-4DF6-9723-A8A0A3B3A438}"/>
      </w:docPartPr>
      <w:docPartBody>
        <w:p w:rsidR="00A00DE0" w:rsidRDefault="00A00DE0" w:rsidP="00A00DE0">
          <w:pPr>
            <w:pStyle w:val="F16E6926ED8D48B1A48E9D1EA1BFF3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9A136AA0134C07AF0B79F4892B99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C5521-1959-4299-AE5D-BC3A2710E403}"/>
      </w:docPartPr>
      <w:docPartBody>
        <w:p w:rsidR="00377B0B" w:rsidRDefault="00377B0B" w:rsidP="00377B0B">
          <w:pPr>
            <w:pStyle w:val="EF9A136AA0134C07AF0B79F4892B99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B99BDA3AC7B4BA990A216559CE02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49A1E-84F7-43C4-915C-DF3ED9247E8F}"/>
      </w:docPartPr>
      <w:docPartBody>
        <w:p w:rsidR="00377B0B" w:rsidRDefault="00377B0B" w:rsidP="00377B0B">
          <w:pPr>
            <w:pStyle w:val="3B99BDA3AC7B4BA990A216559CE02A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E5F1DCF52342E38B1FE0298286EB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4DD99B-59A9-4609-8B2A-D3B494BDF3A1}"/>
      </w:docPartPr>
      <w:docPartBody>
        <w:p w:rsidR="00377B0B" w:rsidRDefault="00377B0B" w:rsidP="00377B0B">
          <w:pPr>
            <w:pStyle w:val="AFE5F1DCF52342E38B1FE0298286EB6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F0999828D74D4CB430FEF5382314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7B0C9-0774-43A7-8A6A-D7162E0DA1D8}"/>
      </w:docPartPr>
      <w:docPartBody>
        <w:p w:rsidR="00377B0B" w:rsidRDefault="00377B0B" w:rsidP="00377B0B">
          <w:pPr>
            <w:pStyle w:val="51F0999828D74D4CB430FEF5382314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1038D8F4BB4A2EA01FA32A84E1E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5B3AFB-FE21-41DD-988C-B4DE0BC2F622}"/>
      </w:docPartPr>
      <w:docPartBody>
        <w:p w:rsidR="00377B0B" w:rsidRDefault="00377B0B" w:rsidP="00377B0B">
          <w:pPr>
            <w:pStyle w:val="651038D8F4BB4A2EA01FA32A84E1E4E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15F60"/>
    <w:rsid w:val="000A1A0E"/>
    <w:rsid w:val="000C6C17"/>
    <w:rsid w:val="00113F40"/>
    <w:rsid w:val="00134E0A"/>
    <w:rsid w:val="00147144"/>
    <w:rsid w:val="00216252"/>
    <w:rsid w:val="00265379"/>
    <w:rsid w:val="003051D9"/>
    <w:rsid w:val="003145E3"/>
    <w:rsid w:val="00344421"/>
    <w:rsid w:val="00371332"/>
    <w:rsid w:val="00377B0B"/>
    <w:rsid w:val="003B3710"/>
    <w:rsid w:val="00463DEF"/>
    <w:rsid w:val="004E00EB"/>
    <w:rsid w:val="0057640E"/>
    <w:rsid w:val="00651A9B"/>
    <w:rsid w:val="00680B9C"/>
    <w:rsid w:val="0071161E"/>
    <w:rsid w:val="00894371"/>
    <w:rsid w:val="008D7A1D"/>
    <w:rsid w:val="008E2461"/>
    <w:rsid w:val="00921E65"/>
    <w:rsid w:val="00936DC9"/>
    <w:rsid w:val="009A3103"/>
    <w:rsid w:val="009D6EBD"/>
    <w:rsid w:val="009E29B1"/>
    <w:rsid w:val="00A00DE0"/>
    <w:rsid w:val="00A10168"/>
    <w:rsid w:val="00A47ACE"/>
    <w:rsid w:val="00AA3A4F"/>
    <w:rsid w:val="00B2626D"/>
    <w:rsid w:val="00B55DCE"/>
    <w:rsid w:val="00C668C4"/>
    <w:rsid w:val="00C84E54"/>
    <w:rsid w:val="00D845DA"/>
    <w:rsid w:val="00D946F7"/>
    <w:rsid w:val="00DB4981"/>
    <w:rsid w:val="00EA69AD"/>
    <w:rsid w:val="00EE65B4"/>
    <w:rsid w:val="00F228FB"/>
    <w:rsid w:val="00F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7B0B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FB9DFDE5334A5D9DF0720BCD7D9EE2">
    <w:name w:val="55FB9DFDE5334A5D9DF0720BCD7D9EE2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DD963AE8B9476DA6C64892AC8A2BAD">
    <w:name w:val="F6DD963AE8B9476DA6C64892AC8A2BAD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76CA0B48DE4750A8B99916BD914E56">
    <w:name w:val="7676CA0B48DE4750A8B99916BD914E56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D5CB2EEB984AE28ED27110B48DDA2A">
    <w:name w:val="C4D5CB2EEB984AE28ED27110B48DDA2A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0D90402CD84E088D858EB9A0B98A01">
    <w:name w:val="570D90402CD84E088D858EB9A0B98A01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74856CEF024456B2BE489A6D6929CF">
    <w:name w:val="D074856CEF024456B2BE489A6D6929CF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47889C6383403F951E2DB37B9BAAFB">
    <w:name w:val="2247889C6383403F951E2DB37B9BAAFB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B0173244EA44F49CFC2C3E2DCCA195">
    <w:name w:val="D9B0173244EA44F49CFC2C3E2DCCA195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816C1E2B7341449517BD00E30022B2">
    <w:name w:val="DF816C1E2B7341449517BD00E30022B2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6E6926ED8D48B1A48E9D1EA1BFF375">
    <w:name w:val="F16E6926ED8D48B1A48E9D1EA1BFF375"/>
    <w:rsid w:val="00A00DE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9A136AA0134C07AF0B79F4892B9922">
    <w:name w:val="EF9A136AA0134C07AF0B79F4892B9922"/>
    <w:rsid w:val="00377B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99BDA3AC7B4BA990A216559CE02AE4">
    <w:name w:val="3B99BDA3AC7B4BA990A216559CE02AE4"/>
    <w:rsid w:val="00377B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E5F1DCF52342E38B1FE0298286EB69">
    <w:name w:val="AFE5F1DCF52342E38B1FE0298286EB69"/>
    <w:rsid w:val="00377B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F0999828D74D4CB430FEF53823149F">
    <w:name w:val="51F0999828D74D4CB430FEF53823149F"/>
    <w:rsid w:val="00377B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1038D8F4BB4A2EA01FA32A84E1E4E7">
    <w:name w:val="651038D8F4BB4A2EA01FA32A84E1E4E7"/>
    <w:rsid w:val="00377B0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40</TotalTime>
  <Pages>3</Pages>
  <Words>547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14</cp:revision>
  <cp:lastPrinted>2019-12-09T09:19:00Z</cp:lastPrinted>
  <dcterms:created xsi:type="dcterms:W3CDTF">2025-01-20T11:30:00Z</dcterms:created>
  <dcterms:modified xsi:type="dcterms:W3CDTF">2025-02-20T08:09:00Z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